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D8648A" w:rsidRPr="00D8648A">
        <w:rPr>
          <w:b/>
          <w:bCs/>
          <w:sz w:val="28"/>
          <w:szCs w:val="28"/>
        </w:rPr>
        <w:t>AKCESORIÓW MEDYCZNYCH, SPRZĘTU JEDNORAZOWEGO UŻYTKU  Z PODZIAŁEM NA CZĘŚCI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A50565" w:rsidRPr="002C0313" w:rsidRDefault="00116660" w:rsidP="002C0313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D8648A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D8648A" w:rsidRPr="00D8648A">
        <w:rPr>
          <w:rFonts w:asciiTheme="minorHAnsi" w:hAnsiTheme="minorHAnsi"/>
          <w:b/>
          <w:sz w:val="22"/>
        </w:rPr>
        <w:t>Dostawa akcesoriów medycznych, sprzętu jednorazowego użytku  z podziałem na części</w:t>
      </w:r>
      <w:r w:rsidR="0020623A">
        <w:rPr>
          <w:b/>
          <w:szCs w:val="20"/>
        </w:rPr>
        <w:t>”</w:t>
      </w: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7A6779" w:rsidRPr="002C0313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43CAF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414D4F" w:rsidRPr="00414D4F" w:rsidRDefault="00043CAF" w:rsidP="00414D4F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BA1D0A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61D8">
        <w:rPr>
          <w:sz w:val="22"/>
          <w:szCs w:val="22"/>
        </w:rPr>
        <w:t xml:space="preserve"> (stanowiący</w:t>
      </w:r>
      <w:bookmarkStart w:id="0" w:name="_GoBack"/>
      <w:bookmarkEnd w:id="0"/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BA1D0A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AE7A2A" w:rsidP="0040028D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VIII</w:t>
      </w:r>
      <w:r w:rsidR="0040028D" w:rsidRPr="0040028D">
        <w:rPr>
          <w:b/>
          <w:sz w:val="22"/>
          <w:szCs w:val="22"/>
        </w:rPr>
        <w:t>.</w:t>
      </w:r>
      <w:r w:rsidR="0040028D"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AE7A2A" w:rsidRPr="00AE7A2A" w:rsidRDefault="00AE7A2A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56D" w:rsidRDefault="00AB256D">
      <w:r>
        <w:separator/>
      </w:r>
    </w:p>
  </w:endnote>
  <w:endnote w:type="continuationSeparator" w:id="0">
    <w:p w:rsidR="00AB256D" w:rsidRDefault="00AB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1D8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56D" w:rsidRDefault="00AB256D">
      <w:r>
        <w:separator/>
      </w:r>
    </w:p>
  </w:footnote>
  <w:footnote w:type="continuationSeparator" w:id="0">
    <w:p w:rsidR="00AB256D" w:rsidRDefault="00AB256D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D8648A">
      <w:rPr>
        <w:rFonts w:ascii="Arial" w:hAnsi="Arial"/>
        <w:noProof/>
        <w:sz w:val="20"/>
        <w:szCs w:val="20"/>
      </w:rPr>
      <w:t>k sprawy: SP ZOZ NZZP II 2400/41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00841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0313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5351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4D4F"/>
    <w:rsid w:val="00415E81"/>
    <w:rsid w:val="00416194"/>
    <w:rsid w:val="0043172C"/>
    <w:rsid w:val="00437742"/>
    <w:rsid w:val="004405A9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D7A20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B65DB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45FE4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5D96"/>
    <w:rsid w:val="0068656F"/>
    <w:rsid w:val="00686838"/>
    <w:rsid w:val="006A26EC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67A8B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9DF"/>
    <w:rsid w:val="00935F01"/>
    <w:rsid w:val="009365C7"/>
    <w:rsid w:val="00941E06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56D"/>
    <w:rsid w:val="00AB2E12"/>
    <w:rsid w:val="00AB5545"/>
    <w:rsid w:val="00AE0CF7"/>
    <w:rsid w:val="00AE4F69"/>
    <w:rsid w:val="00AE7A2A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2FB"/>
    <w:rsid w:val="00B95EFE"/>
    <w:rsid w:val="00B96F89"/>
    <w:rsid w:val="00BA1D0A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4AA6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348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4D83"/>
    <w:rsid w:val="00D55F45"/>
    <w:rsid w:val="00D8344C"/>
    <w:rsid w:val="00D84373"/>
    <w:rsid w:val="00D8648A"/>
    <w:rsid w:val="00D96E0D"/>
    <w:rsid w:val="00D96FB5"/>
    <w:rsid w:val="00DA1CC9"/>
    <w:rsid w:val="00DA22B2"/>
    <w:rsid w:val="00DA37AA"/>
    <w:rsid w:val="00DA4EEB"/>
    <w:rsid w:val="00DB0D50"/>
    <w:rsid w:val="00DB1310"/>
    <w:rsid w:val="00DC0765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61D8"/>
    <w:rsid w:val="00E87E55"/>
    <w:rsid w:val="00EB0384"/>
    <w:rsid w:val="00EB1923"/>
    <w:rsid w:val="00EB7210"/>
    <w:rsid w:val="00EC17B5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4A4B"/>
    <w:rsid w:val="00F06677"/>
    <w:rsid w:val="00F07BA1"/>
    <w:rsid w:val="00F13AB5"/>
    <w:rsid w:val="00F172AA"/>
    <w:rsid w:val="00F25435"/>
    <w:rsid w:val="00F30BFC"/>
    <w:rsid w:val="00F5641C"/>
    <w:rsid w:val="00F60080"/>
    <w:rsid w:val="00F64AE2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3C683-7182-4DC7-B90E-E5D0A0206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89</TotalTime>
  <Pages>3</Pages>
  <Words>1033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7219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171</cp:revision>
  <cp:lastPrinted>2019-03-06T11:54:00Z</cp:lastPrinted>
  <dcterms:created xsi:type="dcterms:W3CDTF">2018-03-08T08:22:00Z</dcterms:created>
  <dcterms:modified xsi:type="dcterms:W3CDTF">2019-10-31T11:12:00Z</dcterms:modified>
  <cp:category/>
</cp:coreProperties>
</file>